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FCE2FD7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</w:t>
      </w:r>
      <w:r w:rsidR="004224DD">
        <w:rPr>
          <w:b/>
          <w:lang w:val="en-GB"/>
        </w:rPr>
        <w:t>: 22-SS002-23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61B8FD96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75C1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r w:rsidR="00F56D19">
        <w:rPr>
          <w:rStyle w:val="Hyperlink"/>
          <w:rFonts w:ascii="Calibri" w:hAnsi="Calibri" w:cs="Calibri"/>
          <w:lang w:val="en-GB"/>
        </w:rPr>
        <w:t>www.procurement.gov.ki/opentender</w:t>
      </w:r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690137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75C1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D31B5F3" w14:textId="77777777" w:rsidR="00DB21A2" w:rsidRPr="00A33618" w:rsidRDefault="00DB21A2" w:rsidP="00DB21A2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DB21A2" w:rsidRPr="00A33618" w14:paraId="087F7EB8" w14:textId="77777777" w:rsidTr="00F36CFF">
        <w:tc>
          <w:tcPr>
            <w:tcW w:w="4673" w:type="dxa"/>
            <w:shd w:val="clear" w:color="auto" w:fill="auto"/>
          </w:tcPr>
          <w:p w14:paraId="671E08A3" w14:textId="77777777" w:rsidR="00DB21A2" w:rsidRPr="00A33618" w:rsidRDefault="00DB21A2" w:rsidP="00F36CFF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063E3B7F" w14:textId="77777777" w:rsidR="00DB21A2" w:rsidRPr="00A33618" w:rsidRDefault="00DB21A2" w:rsidP="00F36CFF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1C7D284B" w14:textId="77777777" w:rsidR="00DB21A2" w:rsidRPr="00A33618" w:rsidRDefault="00DB21A2" w:rsidP="00F36CFF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DB21A2" w:rsidRPr="00A33618" w14:paraId="37DB9A41" w14:textId="77777777" w:rsidTr="00F36CFF">
        <w:tc>
          <w:tcPr>
            <w:tcW w:w="4673" w:type="dxa"/>
            <w:shd w:val="clear" w:color="auto" w:fill="auto"/>
          </w:tcPr>
          <w:p w14:paraId="1E2D1889" w14:textId="77777777" w:rsidR="00DB21A2" w:rsidRPr="00B0293A" w:rsidRDefault="00DB21A2" w:rsidP="00DB21A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43130262" w14:textId="77777777" w:rsidR="00DB21A2" w:rsidRPr="00690137" w:rsidRDefault="00DB21A2" w:rsidP="00F36CF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4F2F6F" w14:textId="1FD23735" w:rsidR="00DB21A2" w:rsidRPr="00532E97" w:rsidRDefault="00DB21A2" w:rsidP="00F36CF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8A497B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/0</w:t>
            </w:r>
            <w:r w:rsidR="008A497B">
              <w:rPr>
                <w:rFonts w:ascii="Calibri" w:hAnsi="Calibri"/>
                <w:szCs w:val="20"/>
              </w:rPr>
              <w:t>6</w:t>
            </w:r>
            <w:r>
              <w:rPr>
                <w:rFonts w:ascii="Calibri" w:hAnsi="Calibri"/>
                <w:szCs w:val="20"/>
              </w:rPr>
              <w:t>/22</w:t>
            </w:r>
          </w:p>
        </w:tc>
      </w:tr>
      <w:tr w:rsidR="00DB21A2" w:rsidRPr="00A33618" w14:paraId="506D7878" w14:textId="77777777" w:rsidTr="00F36CFF">
        <w:tc>
          <w:tcPr>
            <w:tcW w:w="4673" w:type="dxa"/>
            <w:shd w:val="clear" w:color="auto" w:fill="auto"/>
          </w:tcPr>
          <w:p w14:paraId="7EB97CC9" w14:textId="77777777" w:rsidR="00DB21A2" w:rsidRPr="00B0293A" w:rsidRDefault="00DB21A2" w:rsidP="00DB21A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Pre-bid meeting</w:t>
            </w:r>
          </w:p>
        </w:tc>
        <w:tc>
          <w:tcPr>
            <w:tcW w:w="2268" w:type="dxa"/>
            <w:shd w:val="clear" w:color="auto" w:fill="auto"/>
          </w:tcPr>
          <w:p w14:paraId="2CF52EAC" w14:textId="77777777" w:rsidR="00DB21A2" w:rsidRPr="00690137" w:rsidRDefault="00DB21A2" w:rsidP="00F36CF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</w:p>
        </w:tc>
        <w:tc>
          <w:tcPr>
            <w:tcW w:w="2192" w:type="dxa"/>
            <w:shd w:val="clear" w:color="auto" w:fill="auto"/>
            <w:vAlign w:val="center"/>
          </w:tcPr>
          <w:p w14:paraId="550C3581" w14:textId="10542387" w:rsidR="00DB21A2" w:rsidRDefault="008A497B" w:rsidP="00F36CFF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15</w:t>
            </w:r>
            <w:r w:rsidR="00DB21A2">
              <w:rPr>
                <w:rFonts w:ascii="Calibri" w:hAnsi="Calibri"/>
                <w:szCs w:val="20"/>
                <w:highlight w:val="yellow"/>
              </w:rPr>
              <w:t>/0</w:t>
            </w:r>
            <w:r>
              <w:rPr>
                <w:rFonts w:ascii="Calibri" w:hAnsi="Calibri"/>
                <w:szCs w:val="20"/>
                <w:highlight w:val="yellow"/>
              </w:rPr>
              <w:t>6</w:t>
            </w:r>
            <w:r w:rsidR="00DB21A2">
              <w:rPr>
                <w:rFonts w:ascii="Calibri" w:hAnsi="Calibri"/>
                <w:szCs w:val="20"/>
                <w:highlight w:val="yellow"/>
              </w:rPr>
              <w:t>/2023</w:t>
            </w:r>
          </w:p>
        </w:tc>
      </w:tr>
      <w:tr w:rsidR="00DB21A2" w:rsidRPr="00A33618" w14:paraId="09A05AD4" w14:textId="77777777" w:rsidTr="00F36CFF">
        <w:tc>
          <w:tcPr>
            <w:tcW w:w="4673" w:type="dxa"/>
            <w:shd w:val="clear" w:color="auto" w:fill="auto"/>
          </w:tcPr>
          <w:p w14:paraId="12B36EEF" w14:textId="77777777" w:rsidR="00DB21A2" w:rsidRPr="00B0293A" w:rsidRDefault="00DB21A2" w:rsidP="00DB21A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08B38A6A" w14:textId="77777777" w:rsidR="00DB21A2" w:rsidRPr="00690137" w:rsidRDefault="00DB21A2" w:rsidP="00F36CF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AD1B1D6" w14:textId="06A68F96" w:rsidR="00DB21A2" w:rsidRPr="00B0293A" w:rsidRDefault="008A497B" w:rsidP="00F36CFF">
            <w:pPr>
              <w:spacing w:before="240"/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16</w:t>
            </w:r>
            <w:r w:rsidR="00DB21A2">
              <w:rPr>
                <w:rFonts w:ascii="Calibri" w:hAnsi="Calibri"/>
                <w:szCs w:val="20"/>
                <w:highlight w:val="yellow"/>
              </w:rPr>
              <w:t>/0</w:t>
            </w:r>
            <w:r>
              <w:rPr>
                <w:rFonts w:ascii="Calibri" w:hAnsi="Calibri"/>
                <w:szCs w:val="20"/>
                <w:highlight w:val="yellow"/>
              </w:rPr>
              <w:t>6</w:t>
            </w:r>
            <w:r w:rsidR="00DB21A2">
              <w:rPr>
                <w:rFonts w:ascii="Calibri" w:hAnsi="Calibri"/>
                <w:szCs w:val="20"/>
                <w:highlight w:val="yellow"/>
              </w:rPr>
              <w:t>/2023 (16:00)</w:t>
            </w:r>
          </w:p>
        </w:tc>
      </w:tr>
      <w:tr w:rsidR="00DB21A2" w:rsidRPr="00A33618" w14:paraId="1D26EAFA" w14:textId="77777777" w:rsidTr="00F36CFF">
        <w:tc>
          <w:tcPr>
            <w:tcW w:w="4673" w:type="dxa"/>
            <w:shd w:val="clear" w:color="auto" w:fill="auto"/>
          </w:tcPr>
          <w:p w14:paraId="67C922B2" w14:textId="77777777" w:rsidR="00DB21A2" w:rsidRPr="00B0293A" w:rsidRDefault="00DB21A2" w:rsidP="00DB21A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2A4502E6" w14:textId="77777777" w:rsidR="00DB21A2" w:rsidRPr="00690137" w:rsidRDefault="00DB21A2" w:rsidP="00F36CF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348CEB2D" w14:textId="56BBEC36" w:rsidR="00DB21A2" w:rsidRPr="00532E97" w:rsidRDefault="003B6020" w:rsidP="00F36CF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8A497B">
              <w:rPr>
                <w:rFonts w:ascii="Calibri" w:hAnsi="Calibri"/>
                <w:szCs w:val="20"/>
              </w:rPr>
              <w:t>9</w:t>
            </w:r>
            <w:r w:rsidR="00DB21A2">
              <w:rPr>
                <w:rFonts w:ascii="Calibri" w:hAnsi="Calibri"/>
                <w:szCs w:val="20"/>
              </w:rPr>
              <w:t>/0</w:t>
            </w:r>
            <w:r w:rsidR="008A497B">
              <w:rPr>
                <w:rFonts w:ascii="Calibri" w:hAnsi="Calibri"/>
                <w:szCs w:val="20"/>
              </w:rPr>
              <w:t>6</w:t>
            </w:r>
            <w:r w:rsidR="00DB21A2">
              <w:rPr>
                <w:rFonts w:ascii="Calibri" w:hAnsi="Calibri"/>
                <w:szCs w:val="20"/>
              </w:rPr>
              <w:t>/2023</w:t>
            </w:r>
          </w:p>
        </w:tc>
      </w:tr>
      <w:tr w:rsidR="00DB21A2" w:rsidRPr="00A33618" w14:paraId="60350B7B" w14:textId="77777777" w:rsidTr="00F36CFF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79113330" w14:textId="77777777" w:rsidR="00DB21A2" w:rsidRPr="00B0293A" w:rsidRDefault="00DB21A2" w:rsidP="00DB21A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23E5A563" w14:textId="77777777" w:rsidR="00DB21A2" w:rsidRPr="00690137" w:rsidRDefault="00DB21A2" w:rsidP="00F36CF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C067EA3" w14:textId="7EACCEE1" w:rsidR="00DB21A2" w:rsidRPr="00B0293A" w:rsidRDefault="00DB21A2" w:rsidP="00F36CFF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8A497B">
              <w:rPr>
                <w:rFonts w:ascii="Calibri" w:hAnsi="Calibri"/>
                <w:szCs w:val="20"/>
                <w:highlight w:val="yellow"/>
              </w:rPr>
              <w:t>21</w:t>
            </w:r>
            <w:r>
              <w:rPr>
                <w:rFonts w:ascii="Calibri" w:hAnsi="Calibri"/>
                <w:szCs w:val="20"/>
                <w:highlight w:val="yellow"/>
              </w:rPr>
              <w:t>/0</w:t>
            </w:r>
            <w:r w:rsidR="008A497B">
              <w:rPr>
                <w:rFonts w:ascii="Calibri" w:hAnsi="Calibri"/>
                <w:szCs w:val="20"/>
                <w:highlight w:val="yellow"/>
              </w:rPr>
              <w:t>6</w:t>
            </w:r>
            <w:r>
              <w:rPr>
                <w:rFonts w:ascii="Calibri" w:hAnsi="Calibri"/>
                <w:szCs w:val="20"/>
                <w:highlight w:val="yellow"/>
              </w:rPr>
              <w:t>/2023 (1</w:t>
            </w:r>
            <w:r w:rsidR="008A497B">
              <w:rPr>
                <w:rFonts w:ascii="Calibri" w:hAnsi="Calibri"/>
                <w:szCs w:val="20"/>
                <w:highlight w:val="yellow"/>
              </w:rPr>
              <w:t>7</w:t>
            </w:r>
            <w:r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DB21A2" w:rsidRPr="00A33618" w14:paraId="7172EE61" w14:textId="77777777" w:rsidTr="00F36CFF">
        <w:tc>
          <w:tcPr>
            <w:tcW w:w="4673" w:type="dxa"/>
            <w:shd w:val="clear" w:color="auto" w:fill="auto"/>
          </w:tcPr>
          <w:p w14:paraId="6E064679" w14:textId="77777777" w:rsidR="00DB21A2" w:rsidRPr="00B0293A" w:rsidRDefault="00DB21A2" w:rsidP="00DB21A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01CA732B" w14:textId="77777777" w:rsidR="00DB21A2" w:rsidRPr="00690137" w:rsidRDefault="00DB21A2" w:rsidP="00F36CF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EB0D89D" w14:textId="6A106C97" w:rsidR="00DB21A2" w:rsidRPr="00532E97" w:rsidRDefault="008A497B" w:rsidP="00F36CF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DB21A2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DB21A2">
              <w:rPr>
                <w:rFonts w:ascii="Calibri" w:hAnsi="Calibri"/>
                <w:szCs w:val="20"/>
              </w:rPr>
              <w:t>/2023</w:t>
            </w:r>
          </w:p>
        </w:tc>
      </w:tr>
      <w:tr w:rsidR="00DB21A2" w:rsidRPr="00A33618" w14:paraId="632F1EB9" w14:textId="77777777" w:rsidTr="00F36CFF">
        <w:tc>
          <w:tcPr>
            <w:tcW w:w="4673" w:type="dxa"/>
            <w:shd w:val="clear" w:color="auto" w:fill="auto"/>
          </w:tcPr>
          <w:p w14:paraId="612FECEE" w14:textId="77777777" w:rsidR="00DB21A2" w:rsidRPr="00B0293A" w:rsidRDefault="00DB21A2" w:rsidP="00DB21A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A163AC" w14:textId="77777777" w:rsidR="00DB21A2" w:rsidRPr="00690137" w:rsidRDefault="00DB21A2" w:rsidP="00F36CF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8795E99" w14:textId="7CEA91BD" w:rsidR="00DB21A2" w:rsidRPr="00532E97" w:rsidRDefault="008A497B" w:rsidP="00F36CF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DB21A2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DB21A2">
              <w:rPr>
                <w:rFonts w:ascii="Calibri" w:hAnsi="Calibri"/>
                <w:szCs w:val="20"/>
              </w:rPr>
              <w:t>/2023</w:t>
            </w:r>
          </w:p>
        </w:tc>
      </w:tr>
      <w:tr w:rsidR="00DB21A2" w:rsidRPr="00A33618" w14:paraId="0B6078E0" w14:textId="77777777" w:rsidTr="00F36CFF">
        <w:tc>
          <w:tcPr>
            <w:tcW w:w="4673" w:type="dxa"/>
            <w:shd w:val="clear" w:color="auto" w:fill="auto"/>
          </w:tcPr>
          <w:p w14:paraId="21BA84E3" w14:textId="77777777" w:rsidR="00DB21A2" w:rsidRPr="00B0293A" w:rsidRDefault="00DB21A2" w:rsidP="00DB21A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0B88BE9A" w14:textId="77777777" w:rsidR="00DB21A2" w:rsidRPr="00690137" w:rsidRDefault="00DB21A2" w:rsidP="00F36CF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804CE06" w14:textId="0C40F4B6" w:rsidR="00DB21A2" w:rsidRPr="00532E97" w:rsidRDefault="008A497B" w:rsidP="00F36CF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DB21A2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DB21A2">
              <w:rPr>
                <w:rFonts w:ascii="Calibri" w:hAnsi="Calibri"/>
                <w:szCs w:val="20"/>
              </w:rPr>
              <w:t>/2023</w:t>
            </w:r>
          </w:p>
        </w:tc>
      </w:tr>
      <w:tr w:rsidR="00DB21A2" w:rsidRPr="00A33618" w14:paraId="6F43893D" w14:textId="77777777" w:rsidTr="00F36CFF">
        <w:tc>
          <w:tcPr>
            <w:tcW w:w="4673" w:type="dxa"/>
            <w:shd w:val="clear" w:color="auto" w:fill="auto"/>
          </w:tcPr>
          <w:p w14:paraId="0F09E1CD" w14:textId="77777777" w:rsidR="00DB21A2" w:rsidRPr="00B0293A" w:rsidRDefault="00DB21A2" w:rsidP="00DB21A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9282056" w14:textId="77777777" w:rsidR="00DB21A2" w:rsidRPr="00690137" w:rsidRDefault="00DB21A2" w:rsidP="00F36CF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36D32D2" w14:textId="0844840C" w:rsidR="00DB21A2" w:rsidRPr="00532E97" w:rsidRDefault="008A497B" w:rsidP="00F36CF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DB21A2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DB21A2">
              <w:rPr>
                <w:rFonts w:ascii="Calibri" w:hAnsi="Calibri"/>
                <w:szCs w:val="20"/>
              </w:rPr>
              <w:t>/2022</w:t>
            </w:r>
          </w:p>
        </w:tc>
      </w:tr>
      <w:tr w:rsidR="00DB21A2" w:rsidRPr="00A33618" w14:paraId="4037901B" w14:textId="77777777" w:rsidTr="00F36CFF">
        <w:tc>
          <w:tcPr>
            <w:tcW w:w="4673" w:type="dxa"/>
            <w:shd w:val="clear" w:color="auto" w:fill="auto"/>
          </w:tcPr>
          <w:p w14:paraId="0CF4D908" w14:textId="77777777" w:rsidR="00DB21A2" w:rsidRPr="00B0293A" w:rsidRDefault="00DB21A2" w:rsidP="00DB21A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2836C2BA" w14:textId="77777777" w:rsidR="00DB21A2" w:rsidRPr="00690137" w:rsidRDefault="00DB21A2" w:rsidP="00F36CF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7D92399" w14:textId="4C5E407D" w:rsidR="00DB21A2" w:rsidRPr="00532E97" w:rsidRDefault="008A497B" w:rsidP="00F36CF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DB21A2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DB21A2">
              <w:rPr>
                <w:rFonts w:ascii="Calibri" w:hAnsi="Calibri"/>
                <w:szCs w:val="20"/>
              </w:rPr>
              <w:t>/2023</w:t>
            </w:r>
          </w:p>
        </w:tc>
      </w:tr>
    </w:tbl>
    <w:p w14:paraId="2EA02863" w14:textId="77777777" w:rsidR="00DB21A2" w:rsidRDefault="00DB21A2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CA346" w14:textId="77777777" w:rsidR="00D34CE1" w:rsidRDefault="00D34CE1">
      <w:r>
        <w:separator/>
      </w:r>
    </w:p>
  </w:endnote>
  <w:endnote w:type="continuationSeparator" w:id="0">
    <w:p w14:paraId="1951EF7B" w14:textId="77777777" w:rsidR="00D34CE1" w:rsidRDefault="00D34CE1">
      <w:r>
        <w:continuationSeparator/>
      </w:r>
    </w:p>
  </w:endnote>
  <w:endnote w:type="continuationNotice" w:id="1">
    <w:p w14:paraId="4601E2E0" w14:textId="77777777" w:rsidR="00D34CE1" w:rsidRDefault="00D34C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DB21A2" w:rsidRPr="00DB21A2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DB21A2" w:rsidRPr="00DB21A2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6E6645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A497B">
      <w:rPr>
        <w:noProof/>
      </w:rPr>
      <w:t>2023-06-12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7826F" w14:textId="77777777" w:rsidR="00D34CE1" w:rsidRDefault="00D34CE1">
      <w:r>
        <w:separator/>
      </w:r>
    </w:p>
  </w:footnote>
  <w:footnote w:type="continuationSeparator" w:id="0">
    <w:p w14:paraId="7865BA5A" w14:textId="77777777" w:rsidR="00D34CE1" w:rsidRDefault="00D34CE1">
      <w:r>
        <w:continuationSeparator/>
      </w:r>
    </w:p>
  </w:footnote>
  <w:footnote w:type="continuationNotice" w:id="1">
    <w:p w14:paraId="4AEE794C" w14:textId="77777777" w:rsidR="00D34CE1" w:rsidRDefault="00D34C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2E944773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AU" w:eastAsia="en-AU"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159047">
    <w:abstractNumId w:val="1"/>
  </w:num>
  <w:num w:numId="2" w16cid:durableId="1697079818">
    <w:abstractNumId w:val="10"/>
  </w:num>
  <w:num w:numId="3" w16cid:durableId="1222640735">
    <w:abstractNumId w:val="11"/>
  </w:num>
  <w:num w:numId="4" w16cid:durableId="1755853241">
    <w:abstractNumId w:val="4"/>
  </w:num>
  <w:num w:numId="5" w16cid:durableId="739132804">
    <w:abstractNumId w:val="3"/>
  </w:num>
  <w:num w:numId="6" w16cid:durableId="633097922">
    <w:abstractNumId w:val="7"/>
  </w:num>
  <w:num w:numId="7" w16cid:durableId="841890936">
    <w:abstractNumId w:val="5"/>
  </w:num>
  <w:num w:numId="8" w16cid:durableId="85348772">
    <w:abstractNumId w:val="9"/>
  </w:num>
  <w:num w:numId="9" w16cid:durableId="1032145743">
    <w:abstractNumId w:val="0"/>
  </w:num>
  <w:num w:numId="10" w16cid:durableId="1703164256">
    <w:abstractNumId w:val="8"/>
  </w:num>
  <w:num w:numId="11" w16cid:durableId="924336971">
    <w:abstractNumId w:val="2"/>
  </w:num>
  <w:num w:numId="12" w16cid:durableId="34493974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28B1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272F3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6020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4DD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44A3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4CA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97B"/>
    <w:rsid w:val="008A7491"/>
    <w:rsid w:val="008A7C96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3F6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4CE1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21A2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4EAB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226"/>
    <w:rsid w:val="00FD1BC7"/>
    <w:rsid w:val="00FD3959"/>
    <w:rsid w:val="00FD4F46"/>
    <w:rsid w:val="00FD5674"/>
    <w:rsid w:val="00FD6B25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85D91A-D10F-45AD-AB67-9E545C3F88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2</cp:revision>
  <cp:lastPrinted>2013-10-18T08:32:00Z</cp:lastPrinted>
  <dcterms:created xsi:type="dcterms:W3CDTF">2023-06-12T04:02:00Z</dcterms:created>
  <dcterms:modified xsi:type="dcterms:W3CDTF">2023-06-12T04:02:00Z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